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:rsidR="00E87CDA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:rsidR="00E87CDA" w:rsidRPr="004C4D6D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>__________________</w:t>
      </w:r>
      <w:r w:rsidR="00302CD1">
        <w:rPr>
          <w:sz w:val="28"/>
          <w:szCs w:val="28"/>
        </w:rPr>
        <w:t>М.В. Боев</w:t>
      </w:r>
      <w:r w:rsidRPr="007F0818">
        <w:rPr>
          <w:sz w:val="28"/>
          <w:szCs w:val="28"/>
        </w:rPr>
        <w:t xml:space="preserve"> </w:t>
      </w:r>
    </w:p>
    <w:p w:rsidR="00C44B8B" w:rsidRPr="00E87CDA" w:rsidRDefault="00E87CDA" w:rsidP="00E87CDA">
      <w:pPr>
        <w:jc w:val="right"/>
        <w:rPr>
          <w:sz w:val="26"/>
          <w:szCs w:val="26"/>
        </w:rPr>
      </w:pPr>
      <w:r>
        <w:rPr>
          <w:sz w:val="26"/>
          <w:szCs w:val="26"/>
        </w:rPr>
        <w:t>“_____</w:t>
      </w:r>
      <w:r w:rsidRPr="00E87CDA">
        <w:rPr>
          <w:sz w:val="26"/>
          <w:szCs w:val="26"/>
        </w:rPr>
        <w:t>” ________________ 20_____ г.</w:t>
      </w: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="003A23B9">
        <w:rPr>
          <w:sz w:val="24"/>
          <w:szCs w:val="24"/>
        </w:rPr>
        <w:t>,</w:t>
      </w:r>
      <w:r w:rsidRPr="00193530">
        <w:rPr>
          <w:sz w:val="24"/>
          <w:szCs w:val="24"/>
        </w:rPr>
        <w:t xml:space="preserve"> </w:t>
      </w:r>
      <w:r w:rsidR="003A23B9">
        <w:rPr>
          <w:sz w:val="24"/>
          <w:szCs w:val="24"/>
        </w:rPr>
        <w:t>указанных</w:t>
      </w:r>
      <w:r w:rsidR="000F3C45">
        <w:rPr>
          <w:sz w:val="24"/>
          <w:szCs w:val="24"/>
        </w:rPr>
        <w:t xml:space="preserve"> в Приложении к ТЗ</w:t>
      </w:r>
      <w:r w:rsidRPr="00193530">
        <w:rPr>
          <w:sz w:val="24"/>
          <w:szCs w:val="24"/>
        </w:rPr>
        <w:t>.</w:t>
      </w:r>
    </w:p>
    <w:p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1A41" w:rsidRPr="002C7D94" w:rsidRDefault="00401A41" w:rsidP="00EC0B6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Pr="002C7D94">
        <w:rPr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 xml:space="preserve"> </w:t>
      </w:r>
      <w:bookmarkStart w:id="0" w:name="Поле4"/>
      <w:r w:rsidRPr="002C7D94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19903-74 «Прокат листовой горячекатаный.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103-76 «Полоса стальная горячекатаная.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5781-82 «Сталь горячекатаная для армирования железобетонных конструкций. Технические условия»</w:t>
      </w:r>
      <w:r w:rsidR="002C7D94" w:rsidRPr="002C7D94">
        <w:rPr>
          <w:sz w:val="24"/>
          <w:szCs w:val="24"/>
        </w:rPr>
        <w:t>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19904-90 «Холоднокатаная листовая и рулонная сталь»</w:t>
      </w:r>
      <w:r w:rsidR="002C7D94" w:rsidRPr="002C7D94">
        <w:rPr>
          <w:sz w:val="24"/>
          <w:szCs w:val="24"/>
        </w:rPr>
        <w:t>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3262-75 «Трубы стальные водогазопроводные. Технические условия»;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1A41" w:rsidRPr="00287314" w:rsidRDefault="00EC0B62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</w:t>
      </w:r>
      <w:r w:rsidR="00401A41" w:rsidRPr="00287314">
        <w:rPr>
          <w:sz w:val="24"/>
          <w:szCs w:val="24"/>
        </w:rPr>
        <w:t>. Упаковка, транспортирование, условия и сроки хранения.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01A41" w:rsidRPr="00287314" w:rsidRDefault="00EC0B62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2.4</w:t>
      </w:r>
      <w:r w:rsidR="00401A41" w:rsidRPr="00287314">
        <w:rPr>
          <w:szCs w:val="24"/>
        </w:rPr>
        <w:t>.</w:t>
      </w:r>
      <w:r w:rsidR="00960ED8">
        <w:rPr>
          <w:szCs w:val="24"/>
        </w:rPr>
        <w:t xml:space="preserve"> </w:t>
      </w:r>
      <w:r w:rsidR="00401A41" w:rsidRPr="00287314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401A41" w:rsidRDefault="00EC0B62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</w:t>
      </w:r>
      <w:r w:rsidR="00401A41" w:rsidRPr="00287314">
        <w:rPr>
          <w:szCs w:val="24"/>
        </w:rPr>
        <w:t>. Срок изготовления металлопроката должен быть не более полугода от момента поставки.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</w:t>
      </w:r>
      <w:r w:rsidR="005F52E1">
        <w:rPr>
          <w:szCs w:val="24"/>
        </w:rPr>
        <w:t>яемый представителями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1A41" w:rsidRPr="00CB6078" w:rsidRDefault="00401A41" w:rsidP="00401A41">
      <w:pPr>
        <w:rPr>
          <w:sz w:val="26"/>
          <w:szCs w:val="26"/>
        </w:rPr>
      </w:pPr>
    </w:p>
    <w:p w:rsidR="00C12B15" w:rsidRPr="00D0781A" w:rsidRDefault="00C12B15" w:rsidP="00C12B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0781A">
        <w:rPr>
          <w:b/>
          <w:sz w:val="24"/>
          <w:szCs w:val="24"/>
        </w:rPr>
        <w:t>7.  Срок поставки.</w:t>
      </w:r>
    </w:p>
    <w:p w:rsidR="00401A41" w:rsidRPr="00302CD1" w:rsidRDefault="00302CD1" w:rsidP="00401A41">
      <w:pPr>
        <w:rPr>
          <w:sz w:val="24"/>
          <w:szCs w:val="24"/>
        </w:rPr>
      </w:pPr>
      <w:r w:rsidRPr="00302CD1">
        <w:rPr>
          <w:bCs/>
          <w:sz w:val="24"/>
          <w:szCs w:val="24"/>
        </w:rPr>
        <w:t>Партиями, в течение 30 календарных дней с момента подачи заявки со стороны филиала ПАО "МРСК Центра"-"Ли</w:t>
      </w:r>
      <w:r w:rsidR="00723D74">
        <w:rPr>
          <w:bCs/>
          <w:sz w:val="24"/>
          <w:szCs w:val="24"/>
        </w:rPr>
        <w:t>пецкэнерго", но не позднее 30.</w:t>
      </w:r>
      <w:r w:rsidR="00F43DC1">
        <w:rPr>
          <w:bCs/>
          <w:sz w:val="24"/>
          <w:szCs w:val="24"/>
        </w:rPr>
        <w:t>11</w:t>
      </w:r>
      <w:bookmarkStart w:id="1" w:name="_GoBack"/>
      <w:bookmarkEnd w:id="1"/>
      <w:r w:rsidRPr="00302CD1">
        <w:rPr>
          <w:bCs/>
          <w:sz w:val="24"/>
          <w:szCs w:val="24"/>
        </w:rPr>
        <w:t>.2021</w:t>
      </w:r>
      <w:r w:rsidR="00A27631">
        <w:rPr>
          <w:bCs/>
          <w:sz w:val="24"/>
          <w:szCs w:val="24"/>
        </w:rPr>
        <w:t>г.</w:t>
      </w:r>
    </w:p>
    <w:p w:rsidR="00961A66" w:rsidRDefault="00961A66" w:rsidP="00401A41">
      <w:pPr>
        <w:rPr>
          <w:sz w:val="26"/>
          <w:szCs w:val="26"/>
        </w:rPr>
      </w:pPr>
    </w:p>
    <w:p w:rsidR="00664FA9" w:rsidRDefault="00664FA9" w:rsidP="00401A41">
      <w:pPr>
        <w:rPr>
          <w:sz w:val="26"/>
          <w:szCs w:val="26"/>
        </w:rPr>
      </w:pPr>
    </w:p>
    <w:p w:rsidR="00664FA9" w:rsidRPr="00CB6078" w:rsidRDefault="00664FA9" w:rsidP="00401A41">
      <w:pPr>
        <w:rPr>
          <w:sz w:val="26"/>
          <w:szCs w:val="26"/>
        </w:rPr>
      </w:pPr>
    </w:p>
    <w:p w:rsidR="00C12B15" w:rsidRPr="00224AE8" w:rsidRDefault="00C12B15" w:rsidP="00C12B15">
      <w:pPr>
        <w:pStyle w:val="af"/>
        <w:spacing w:before="0" w:beforeAutospacing="0" w:after="0" w:afterAutospacing="0"/>
        <w:jc w:val="center"/>
        <w:rPr>
          <w:sz w:val="26"/>
          <w:szCs w:val="26"/>
        </w:rPr>
      </w:pPr>
      <w:r w:rsidRPr="00224AE8">
        <w:rPr>
          <w:sz w:val="26"/>
          <w:szCs w:val="26"/>
          <w:u w:val="single"/>
        </w:rPr>
        <w:t>Начальник службы подстанций</w:t>
      </w:r>
      <w:r w:rsidRPr="00224AE8">
        <w:rPr>
          <w:sz w:val="26"/>
          <w:szCs w:val="26"/>
        </w:rPr>
        <w:t xml:space="preserve">            /__________________/              </w:t>
      </w:r>
      <w:r w:rsidRPr="00224AE8">
        <w:rPr>
          <w:sz w:val="26"/>
          <w:szCs w:val="26"/>
          <w:u w:val="single"/>
        </w:rPr>
        <w:t>Бутузов Д.А.</w:t>
      </w:r>
    </w:p>
    <w:p w:rsidR="00C12B15" w:rsidRDefault="00C12B15" w:rsidP="00C12B15">
      <w:pPr>
        <w:rPr>
          <w:sz w:val="26"/>
          <w:szCs w:val="26"/>
        </w:rPr>
      </w:pPr>
      <w:r w:rsidRPr="00224AE8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 w:rsidRPr="00224AE8">
        <w:rPr>
          <w:sz w:val="18"/>
          <w:szCs w:val="18"/>
        </w:rPr>
        <w:t xml:space="preserve">должность                                          </w:t>
      </w:r>
      <w:r>
        <w:rPr>
          <w:sz w:val="18"/>
          <w:szCs w:val="18"/>
        </w:rPr>
        <w:t xml:space="preserve">                      </w:t>
      </w:r>
      <w:r w:rsidRPr="00224AE8">
        <w:rPr>
          <w:sz w:val="18"/>
          <w:szCs w:val="18"/>
        </w:rPr>
        <w:t xml:space="preserve"> подпись                                              Фамилия И.О.         </w:t>
      </w:r>
    </w:p>
    <w:p w:rsidR="003838D2" w:rsidRPr="000A6A37" w:rsidRDefault="003838D2" w:rsidP="003838D2">
      <w:pPr>
        <w:ind w:firstLine="0"/>
        <w:rPr>
          <w:color w:val="00B0F0"/>
          <w:sz w:val="26"/>
          <w:szCs w:val="26"/>
        </w:rPr>
      </w:pPr>
    </w:p>
    <w:p w:rsidR="003838D2" w:rsidRPr="00FF442B" w:rsidRDefault="003838D2" w:rsidP="00E87CDA">
      <w:pPr>
        <w:pStyle w:val="af"/>
        <w:jc w:val="center"/>
      </w:pPr>
    </w:p>
    <w:p w:rsidR="00401A41" w:rsidRPr="00CB6078" w:rsidRDefault="00401A41" w:rsidP="00401A41">
      <w:pPr>
        <w:ind w:firstLine="0"/>
        <w:rPr>
          <w:sz w:val="26"/>
          <w:szCs w:val="26"/>
        </w:rPr>
      </w:pPr>
    </w:p>
    <w:p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62B" w:rsidRDefault="006A362B">
      <w:r>
        <w:separator/>
      </w:r>
    </w:p>
  </w:endnote>
  <w:endnote w:type="continuationSeparator" w:id="0">
    <w:p w:rsidR="006A362B" w:rsidRDefault="006A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62B" w:rsidRDefault="006A362B">
      <w:r>
        <w:separator/>
      </w:r>
    </w:p>
  </w:footnote>
  <w:footnote w:type="continuationSeparator" w:id="0">
    <w:p w:rsidR="006A362B" w:rsidRDefault="006A3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C4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D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D9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CD1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8D2"/>
    <w:rsid w:val="00384B72"/>
    <w:rsid w:val="00384D9C"/>
    <w:rsid w:val="003918DA"/>
    <w:rsid w:val="00391F3C"/>
    <w:rsid w:val="00393C53"/>
    <w:rsid w:val="00395E7A"/>
    <w:rsid w:val="0039649E"/>
    <w:rsid w:val="003A23B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537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B6E9D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52E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A9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62B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3D74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1A66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15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27631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0C7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599A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1D05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2B15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57CE8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7848"/>
    <w:rsid w:val="00C77DD8"/>
    <w:rsid w:val="00C80805"/>
    <w:rsid w:val="00C81641"/>
    <w:rsid w:val="00C81DA1"/>
    <w:rsid w:val="00C84C18"/>
    <w:rsid w:val="00C84F91"/>
    <w:rsid w:val="00C87569"/>
    <w:rsid w:val="00C876E5"/>
    <w:rsid w:val="00C900FB"/>
    <w:rsid w:val="00C9178E"/>
    <w:rsid w:val="00C924DD"/>
    <w:rsid w:val="00C92C85"/>
    <w:rsid w:val="00C93EC2"/>
    <w:rsid w:val="00C947B3"/>
    <w:rsid w:val="00C94BA4"/>
    <w:rsid w:val="00C9764E"/>
    <w:rsid w:val="00CA1F26"/>
    <w:rsid w:val="00CA31E5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242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FC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2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CD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B62"/>
    <w:rsid w:val="00EC181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3DC1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6926A"/>
  <w15:docId w15:val="{F0FA1E75-D29E-4E24-B0F6-24685E70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1886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8021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51900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32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2990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26615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480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572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956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135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45617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8230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563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705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93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63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471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E9E79-A202-4921-8DE6-FB01568B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188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Бронников Никита Юрьевич</cp:lastModifiedBy>
  <cp:revision>18</cp:revision>
  <cp:lastPrinted>2019-02-08T11:55:00Z</cp:lastPrinted>
  <dcterms:created xsi:type="dcterms:W3CDTF">2016-09-26T15:26:00Z</dcterms:created>
  <dcterms:modified xsi:type="dcterms:W3CDTF">2021-03-16T09:10:00Z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